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C1" w:rsidRDefault="007B33C1" w:rsidP="00F12730">
      <w:r>
        <w:t xml:space="preserve"> Материалы у к урокам   12.05.2020-16.05.2020  Алимова Л.Н.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659"/>
        <w:gridCol w:w="1800"/>
        <w:gridCol w:w="2880"/>
        <w:gridCol w:w="3087"/>
        <w:gridCol w:w="3119"/>
      </w:tblGrid>
      <w:tr w:rsidR="007B33C1" w:rsidRPr="006F4F08" w:rsidTr="00BD79A6">
        <w:trPr>
          <w:trHeight w:val="765"/>
        </w:trPr>
        <w:tc>
          <w:tcPr>
            <w:tcW w:w="1076" w:type="dxa"/>
            <w:vAlign w:val="bottom"/>
          </w:tcPr>
          <w:p w:rsidR="007B33C1" w:rsidRPr="004578C9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7B33C1" w:rsidRPr="004578C9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59" w:type="dxa"/>
            <w:noWrap/>
            <w:vAlign w:val="bottom"/>
          </w:tcPr>
          <w:p w:rsidR="007B33C1" w:rsidRPr="004578C9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800" w:type="dxa"/>
            <w:vAlign w:val="bottom"/>
          </w:tcPr>
          <w:p w:rsidR="007B33C1" w:rsidRPr="004578C9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880" w:type="dxa"/>
            <w:noWrap/>
            <w:vAlign w:val="bottom"/>
          </w:tcPr>
          <w:p w:rsidR="007B33C1" w:rsidRPr="004578C9" w:rsidRDefault="007B33C1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087" w:type="dxa"/>
            <w:noWrap/>
            <w:vAlign w:val="bottom"/>
          </w:tcPr>
          <w:p w:rsidR="007B33C1" w:rsidRPr="004578C9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7B33C1" w:rsidRPr="004578C9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7B33C1" w:rsidRPr="006F4F08" w:rsidTr="00BD79A6">
        <w:trPr>
          <w:trHeight w:val="660"/>
        </w:trPr>
        <w:tc>
          <w:tcPr>
            <w:tcW w:w="1076" w:type="dxa"/>
            <w:noWrap/>
          </w:tcPr>
          <w:p w:rsidR="007B33C1" w:rsidRPr="004578C9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7B33C1" w:rsidRPr="004578C9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vMerge w:val="restart"/>
            <w:noWrap/>
          </w:tcPr>
          <w:p w:rsidR="007B33C1" w:rsidRPr="004578C9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Алимова Лилия Наилевна</w:t>
            </w:r>
          </w:p>
        </w:tc>
        <w:tc>
          <w:tcPr>
            <w:tcW w:w="1800" w:type="dxa"/>
            <w:noWrap/>
          </w:tcPr>
          <w:p w:rsidR="007B33C1" w:rsidRDefault="007B33C1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12.05.2020</w:t>
            </w:r>
          </w:p>
        </w:tc>
        <w:tc>
          <w:tcPr>
            <w:tcW w:w="2880" w:type="dxa"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Безличные глаголы. Морфологический разбор глагола. </w:t>
            </w:r>
          </w:p>
          <w:p w:rsidR="007B33C1" w:rsidRPr="00C01480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F33">
              <w:rPr>
                <w:rFonts w:ascii="Arial" w:hAnsi="Arial"/>
                <w:color w:val="000000"/>
                <w:sz w:val="20"/>
                <w:szCs w:val="20"/>
              </w:rPr>
              <w:t>Знать понятие «безличные глаголы», порядок морфологического разбора глагола, уметь находить безличные глаголы, делать морфологический разбор глагола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87" w:type="dxa"/>
          </w:tcPr>
          <w:p w:rsidR="007B33C1" w:rsidRPr="00165F33" w:rsidRDefault="007B33C1" w:rsidP="00165F33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65F33">
              <w:rPr>
                <w:rFonts w:ascii="Arial" w:hAnsi="Arial"/>
                <w:color w:val="000000"/>
                <w:sz w:val="20"/>
                <w:szCs w:val="20"/>
              </w:rPr>
              <w:t>Изучение нового материала по теме «Безличные глаголы</w:t>
            </w:r>
          </w:p>
          <w:p w:rsidR="007B33C1" w:rsidRDefault="007B33C1" w:rsidP="00165F3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F33">
              <w:rPr>
                <w:rFonts w:ascii="Arial" w:hAnsi="Arial"/>
                <w:color w:val="000000"/>
                <w:sz w:val="20"/>
                <w:szCs w:val="20"/>
              </w:rPr>
              <w:t>Морфологический разбор глагола»,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noWrap/>
          </w:tcPr>
          <w:p w:rsidR="007B33C1" w:rsidRPr="00165F33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F33">
              <w:rPr>
                <w:rFonts w:ascii="Arial" w:hAnsi="Arial"/>
                <w:color w:val="000000"/>
                <w:sz w:val="20"/>
                <w:szCs w:val="20"/>
              </w:rPr>
              <w:t>Изучение новой темы, работа в гугл-формах</w:t>
            </w:r>
          </w:p>
        </w:tc>
      </w:tr>
      <w:tr w:rsidR="007B33C1" w:rsidRPr="006F4F08" w:rsidTr="00BD79A6">
        <w:trPr>
          <w:trHeight w:val="660"/>
        </w:trPr>
        <w:tc>
          <w:tcPr>
            <w:tcW w:w="1076" w:type="dxa"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8Б, Г</w:t>
            </w:r>
          </w:p>
        </w:tc>
        <w:tc>
          <w:tcPr>
            <w:tcW w:w="1420" w:type="dxa"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vMerge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7B33C1" w:rsidRDefault="007B33C1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12.05.2020,</w:t>
            </w:r>
          </w:p>
          <w:p w:rsidR="007B33C1" w:rsidRPr="000F3CD1" w:rsidRDefault="007B33C1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13.05.2020</w:t>
            </w:r>
          </w:p>
        </w:tc>
        <w:tc>
          <w:tcPr>
            <w:tcW w:w="2880" w:type="dxa"/>
          </w:tcPr>
          <w:p w:rsidR="007B33C1" w:rsidRPr="00115B1B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Диалог. Цитата. Синтаксический разбор предложений с чужой речью</w:t>
            </w:r>
          </w:p>
        </w:tc>
        <w:tc>
          <w:tcPr>
            <w:tcW w:w="3087" w:type="dxa"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Просмотр видеоурока по теме, выполнение заданий, работа с учебником</w:t>
            </w:r>
          </w:p>
        </w:tc>
        <w:tc>
          <w:tcPr>
            <w:tcW w:w="3119" w:type="dxa"/>
            <w:noWrap/>
          </w:tcPr>
          <w:p w:rsidR="007B33C1" w:rsidRPr="00EC77BB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77BB">
              <w:rPr>
                <w:rFonts w:ascii="Arial" w:hAnsi="Arial"/>
                <w:color w:val="000000"/>
                <w:sz w:val="20"/>
                <w:szCs w:val="20"/>
              </w:rPr>
              <w:t>Л.А.Тростенцова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, §70-72, </w:t>
            </w:r>
            <w:r w:rsidRPr="00EC77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7B33C1" w:rsidRPr="006F4F08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7B33C1" w:rsidRPr="006F4F08" w:rsidTr="00BD79A6">
        <w:trPr>
          <w:trHeight w:val="660"/>
        </w:trPr>
        <w:tc>
          <w:tcPr>
            <w:tcW w:w="1076" w:type="dxa"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8АБВ</w:t>
            </w:r>
          </w:p>
        </w:tc>
        <w:tc>
          <w:tcPr>
            <w:tcW w:w="1420" w:type="dxa"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59" w:type="dxa"/>
            <w:vMerge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7B33C1" w:rsidRDefault="007B33C1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13.05.2020</w:t>
            </w:r>
          </w:p>
        </w:tc>
        <w:tc>
          <w:tcPr>
            <w:tcW w:w="2880" w:type="dxa"/>
          </w:tcPr>
          <w:p w:rsidR="007B33C1" w:rsidRPr="00710454" w:rsidRDefault="007B33C1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0454">
              <w:rPr>
                <w:rFonts w:ascii="Arial" w:hAnsi="Arial"/>
                <w:sz w:val="20"/>
                <w:szCs w:val="20"/>
                <w:lang w:eastAsia="en-US"/>
              </w:rPr>
              <w:t>Учебно-научная дискуссия. Стандартные обороты речи для участия в учебно-научной дискуссии. Правила корректной дискуссии. Язык художественной литературы. Сочинение в жанре письма другу</w:t>
            </w:r>
          </w:p>
        </w:tc>
        <w:tc>
          <w:tcPr>
            <w:tcW w:w="3087" w:type="dxa"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тестовых заданий, работа с текстом</w:t>
            </w:r>
          </w:p>
        </w:tc>
        <w:tc>
          <w:tcPr>
            <w:tcW w:w="3119" w:type="dxa"/>
            <w:noWrap/>
          </w:tcPr>
          <w:p w:rsidR="007B33C1" w:rsidRPr="006F4F08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7B33C1" w:rsidRPr="006F4F08" w:rsidTr="00BD79A6">
        <w:trPr>
          <w:trHeight w:val="660"/>
        </w:trPr>
        <w:tc>
          <w:tcPr>
            <w:tcW w:w="1076" w:type="dxa"/>
            <w:noWrap/>
          </w:tcPr>
          <w:p w:rsidR="007B33C1" w:rsidRPr="004578C9" w:rsidRDefault="007B33C1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7B33C1" w:rsidRPr="004578C9" w:rsidRDefault="007B33C1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7B33C1" w:rsidRDefault="007B33C1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13.05.2020</w:t>
            </w:r>
          </w:p>
        </w:tc>
        <w:tc>
          <w:tcPr>
            <w:tcW w:w="2880" w:type="dxa"/>
          </w:tcPr>
          <w:p w:rsidR="007B33C1" w:rsidRPr="00710454" w:rsidRDefault="007B33C1" w:rsidP="00710454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10454">
              <w:rPr>
                <w:rFonts w:ascii="Arial" w:hAnsi="Arial"/>
                <w:color w:val="000000"/>
                <w:sz w:val="20"/>
                <w:szCs w:val="20"/>
              </w:rPr>
              <w:t xml:space="preserve">Изучение темы «Правописание гласных в суффиксах глаголов». </w:t>
            </w:r>
          </w:p>
          <w:p w:rsidR="007B33C1" w:rsidRPr="00DF5240" w:rsidRDefault="007B33C1" w:rsidP="007104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10454">
              <w:rPr>
                <w:rFonts w:ascii="Arial" w:hAnsi="Arial"/>
                <w:color w:val="000000"/>
                <w:sz w:val="20"/>
                <w:szCs w:val="20"/>
              </w:rPr>
              <w:t>Знать орфограмму правописания гласных в суффиксах глаголов, уметь правильно писать гласные в суффиксах глаголов</w:t>
            </w:r>
          </w:p>
        </w:tc>
        <w:tc>
          <w:tcPr>
            <w:tcW w:w="3087" w:type="dxa"/>
          </w:tcPr>
          <w:p w:rsidR="007B33C1" w:rsidRPr="00BA473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731">
              <w:rPr>
                <w:rFonts w:ascii="Arial" w:hAnsi="Arial"/>
                <w:color w:val="000000"/>
                <w:sz w:val="20"/>
                <w:szCs w:val="20"/>
              </w:rPr>
              <w:t>Изучение темы «Правописание гласных в суффиксах глаголов», работа с  соответствующими параграфами учебника, выполнение упражнений</w:t>
            </w:r>
          </w:p>
        </w:tc>
        <w:tc>
          <w:tcPr>
            <w:tcW w:w="3119" w:type="dxa"/>
            <w:noWrap/>
          </w:tcPr>
          <w:p w:rsidR="007B33C1" w:rsidRPr="00BA4731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BA4731">
              <w:rPr>
                <w:rFonts w:ascii="Arial" w:hAnsi="Arial"/>
                <w:color w:val="000000"/>
                <w:sz w:val="20"/>
                <w:szCs w:val="20"/>
              </w:rPr>
              <w:t xml:space="preserve">выполнение заданий в интерактивной тетради   </w:t>
            </w:r>
            <w:r w:rsidRPr="00BA4731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Skysmart</w:t>
            </w:r>
          </w:p>
        </w:tc>
      </w:tr>
      <w:tr w:rsidR="007B33C1" w:rsidRPr="006F4F08" w:rsidTr="00BD79A6">
        <w:trPr>
          <w:trHeight w:val="660"/>
        </w:trPr>
        <w:tc>
          <w:tcPr>
            <w:tcW w:w="1076" w:type="dxa"/>
            <w:noWrap/>
          </w:tcPr>
          <w:p w:rsidR="007B33C1" w:rsidRDefault="007B33C1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8Б, Г</w:t>
            </w:r>
          </w:p>
        </w:tc>
        <w:tc>
          <w:tcPr>
            <w:tcW w:w="1420" w:type="dxa"/>
            <w:noWrap/>
          </w:tcPr>
          <w:p w:rsidR="007B33C1" w:rsidRDefault="007B33C1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59" w:type="dxa"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7B33C1" w:rsidRDefault="007B33C1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14.05.2020</w:t>
            </w:r>
          </w:p>
        </w:tc>
        <w:tc>
          <w:tcPr>
            <w:tcW w:w="2880" w:type="dxa"/>
          </w:tcPr>
          <w:p w:rsidR="007B33C1" w:rsidRPr="00BA4731" w:rsidRDefault="007B33C1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731">
              <w:rPr>
                <w:rFonts w:ascii="Arial" w:eastAsia="Arial Unicode MS" w:hAnsi="Arial"/>
                <w:color w:val="000000"/>
                <w:sz w:val="20"/>
                <w:szCs w:val="20"/>
              </w:rPr>
              <w:t>У. Шекспир. «Ромео и Джульетта». Семейная вражда и любовь героев. Ромео и Джульетта — символ любви и жертвенности. «Вечные проблемы» в творчестве Шекспира.</w:t>
            </w:r>
            <w:r w:rsidRPr="00BA4731">
              <w:rPr>
                <w:rFonts w:ascii="Arial" w:hAnsi="Arial"/>
                <w:sz w:val="20"/>
                <w:szCs w:val="20"/>
              </w:rPr>
              <w:t xml:space="preserve"> </w:t>
            </w:r>
            <w:r w:rsidRPr="00BA4731">
              <w:rPr>
                <w:rFonts w:ascii="Arial" w:eastAsia="Arial Unicode MS" w:hAnsi="Arial"/>
                <w:color w:val="000000"/>
                <w:sz w:val="20"/>
                <w:szCs w:val="20"/>
              </w:rPr>
              <w:t>Конфликт как основа сюжета драматического произведения.</w:t>
            </w:r>
            <w:r>
              <w:rPr>
                <w:rFonts w:ascii="Arial" w:eastAsia="Arial Unicode MS" w:hAnsi="Arial"/>
                <w:color w:val="000000"/>
                <w:sz w:val="20"/>
                <w:szCs w:val="20"/>
              </w:rPr>
              <w:t xml:space="preserve"> </w:t>
            </w:r>
            <w:r w:rsidRPr="00BA4731">
              <w:rPr>
                <w:rFonts w:ascii="Arial" w:eastAsia="Arial Unicode MS" w:hAnsi="Arial"/>
                <w:color w:val="000000"/>
                <w:sz w:val="20"/>
                <w:szCs w:val="20"/>
              </w:rPr>
              <w:t>Сонет как форма лирической поэзии. «Её глаза на звезды не похожи»,  «Увы, мой стих не блещет новизной...». В строгой форме сонетов – живая мысль, подлинные горячие чувства.  Воспевание поэтом любви и дружбы.</w:t>
            </w:r>
            <w:r w:rsidRPr="00355F9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087" w:type="dxa"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Просмотр презентации, выполнение заданий, ответы на вопросы</w:t>
            </w:r>
          </w:p>
        </w:tc>
        <w:tc>
          <w:tcPr>
            <w:tcW w:w="3119" w:type="dxa"/>
            <w:noWrap/>
          </w:tcPr>
          <w:p w:rsidR="007B33C1" w:rsidRPr="00BA4731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731">
              <w:rPr>
                <w:rFonts w:ascii="Arial" w:hAnsi="Arial"/>
                <w:color w:val="000000"/>
                <w:sz w:val="20"/>
                <w:szCs w:val="20"/>
              </w:rPr>
              <w:t>Учебник. Литература 8 класс. В.Я.Коровина</w:t>
            </w:r>
          </w:p>
          <w:p w:rsidR="007B33C1" w:rsidRPr="00DF5240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7B33C1" w:rsidRPr="006F4F08" w:rsidTr="00BD79A6">
        <w:trPr>
          <w:trHeight w:val="660"/>
        </w:trPr>
        <w:tc>
          <w:tcPr>
            <w:tcW w:w="1076" w:type="dxa"/>
            <w:noWrap/>
          </w:tcPr>
          <w:p w:rsidR="007B33C1" w:rsidRDefault="007B33C1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7B33C1" w:rsidRDefault="007B33C1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59" w:type="dxa"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7B33C1" w:rsidRDefault="007B33C1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14.05.2020</w:t>
            </w:r>
          </w:p>
        </w:tc>
        <w:tc>
          <w:tcPr>
            <w:tcW w:w="2880" w:type="dxa"/>
          </w:tcPr>
          <w:p w:rsidR="007B33C1" w:rsidRDefault="007B33C1" w:rsidP="00BA4731">
            <w:pPr>
              <w:rPr>
                <w:rFonts w:ascii="Arial" w:hAnsi="Arial"/>
                <w:sz w:val="20"/>
                <w:szCs w:val="20"/>
              </w:rPr>
            </w:pPr>
            <w:r w:rsidRPr="00BA4731">
              <w:rPr>
                <w:rFonts w:ascii="Arial" w:hAnsi="Arial"/>
                <w:sz w:val="20"/>
                <w:szCs w:val="20"/>
              </w:rPr>
              <w:t>Фридрих Шиллер. Баллада «Перчатка». Повествование о феодальных нравах.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BA4731">
              <w:rPr>
                <w:rFonts w:ascii="Arial" w:hAnsi="Arial"/>
                <w:sz w:val="20"/>
                <w:szCs w:val="20"/>
              </w:rPr>
              <w:t>Сравнительная характеристика разных переводов баллады «Перчатка»</w:t>
            </w:r>
            <w:r>
              <w:rPr>
                <w:rFonts w:ascii="Arial" w:hAnsi="Arial"/>
                <w:sz w:val="20"/>
                <w:szCs w:val="20"/>
              </w:rPr>
              <w:t xml:space="preserve">. </w:t>
            </w:r>
          </w:p>
          <w:p w:rsidR="007B33C1" w:rsidRPr="00BA4731" w:rsidRDefault="007B33C1" w:rsidP="00BA4731">
            <w:pPr>
              <w:rPr>
                <w:rFonts w:ascii="Arial" w:hAnsi="Arial"/>
                <w:sz w:val="20"/>
                <w:szCs w:val="20"/>
              </w:rPr>
            </w:pPr>
            <w:r w:rsidRPr="00BA4731">
              <w:rPr>
                <w:rFonts w:ascii="Arial" w:hAnsi="Arial"/>
                <w:sz w:val="20"/>
                <w:szCs w:val="20"/>
              </w:rPr>
              <w:t>Проспер Мериме. Новелла «Маттео Фальконе». Изображение дикой природы в новелле.</w:t>
            </w:r>
            <w:r w:rsidRPr="001D4B7E">
              <w:rPr>
                <w:rFonts w:ascii="Times New Roman" w:hAnsi="Times New Roman"/>
              </w:rPr>
              <w:t xml:space="preserve"> </w:t>
            </w:r>
            <w:r w:rsidRPr="00BA4731">
              <w:rPr>
                <w:rFonts w:ascii="Arial" w:hAnsi="Arial"/>
                <w:sz w:val="20"/>
                <w:szCs w:val="20"/>
              </w:rPr>
              <w:t>Романтический сюжет новеллы «Маттео Фальконе»  и его реалистическое воплощение.</w:t>
            </w:r>
          </w:p>
        </w:tc>
        <w:tc>
          <w:tcPr>
            <w:tcW w:w="3087" w:type="dxa"/>
          </w:tcPr>
          <w:p w:rsidR="007B33C1" w:rsidRPr="00BA473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731">
              <w:rPr>
                <w:rFonts w:ascii="Arial" w:hAnsi="Arial"/>
                <w:color w:val="000000"/>
                <w:sz w:val="20"/>
                <w:szCs w:val="20"/>
              </w:rPr>
              <w:t>Изучение нового материала, выполнение заданий в гугл-формах</w:t>
            </w:r>
          </w:p>
        </w:tc>
        <w:tc>
          <w:tcPr>
            <w:tcW w:w="3119" w:type="dxa"/>
            <w:noWrap/>
          </w:tcPr>
          <w:p w:rsidR="007B33C1" w:rsidRPr="006E241B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41B">
              <w:rPr>
                <w:rFonts w:ascii="Arial" w:hAnsi="Arial"/>
                <w:sz w:val="20"/>
                <w:szCs w:val="20"/>
              </w:rPr>
              <w:t>Коровина,  2 часть</w:t>
            </w:r>
            <w:r w:rsidRPr="006E241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7B33C1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7B33C1" w:rsidRPr="006F4F08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33C1" w:rsidRPr="006F4F08" w:rsidTr="00BD79A6">
        <w:trPr>
          <w:trHeight w:val="660"/>
        </w:trPr>
        <w:tc>
          <w:tcPr>
            <w:tcW w:w="1076" w:type="dxa"/>
            <w:noWrap/>
          </w:tcPr>
          <w:p w:rsidR="007B33C1" w:rsidRDefault="007B33C1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7B33C1" w:rsidRDefault="007B33C1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7B33C1" w:rsidRDefault="007B33C1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15.05.2020</w:t>
            </w:r>
          </w:p>
        </w:tc>
        <w:tc>
          <w:tcPr>
            <w:tcW w:w="2880" w:type="dxa"/>
          </w:tcPr>
          <w:p w:rsidR="007B33C1" w:rsidRPr="00DF5240" w:rsidRDefault="007B33C1" w:rsidP="00DF7AA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Разделы науки о языке. Орфография</w:t>
            </w:r>
          </w:p>
        </w:tc>
        <w:tc>
          <w:tcPr>
            <w:tcW w:w="3087" w:type="dxa"/>
          </w:tcPr>
          <w:p w:rsidR="007B33C1" w:rsidRPr="006E241B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 работа с учебником, таблицей</w:t>
            </w:r>
          </w:p>
        </w:tc>
        <w:tc>
          <w:tcPr>
            <w:tcW w:w="3119" w:type="dxa"/>
            <w:noWrap/>
          </w:tcPr>
          <w:p w:rsidR="007B33C1" w:rsidRPr="006E241B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41B">
              <w:rPr>
                <w:rFonts w:ascii="Arial" w:hAnsi="Arial"/>
                <w:color w:val="000000"/>
                <w:sz w:val="20"/>
                <w:szCs w:val="20"/>
              </w:rPr>
              <w:t>Учебник Русский язык. 6 класс. 2ч. Т.А.Ладыженская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, §99-100, упр.598, 599</w:t>
            </w:r>
          </w:p>
          <w:p w:rsidR="007B33C1" w:rsidRPr="006E241B" w:rsidRDefault="007B33C1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7B33C1" w:rsidRPr="006F4F08" w:rsidTr="007628A7">
        <w:trPr>
          <w:trHeight w:val="530"/>
        </w:trPr>
        <w:tc>
          <w:tcPr>
            <w:tcW w:w="1076" w:type="dxa"/>
            <w:noWrap/>
          </w:tcPr>
          <w:p w:rsidR="007B33C1" w:rsidRDefault="007B33C1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8АБВ</w:t>
            </w:r>
          </w:p>
        </w:tc>
        <w:tc>
          <w:tcPr>
            <w:tcW w:w="1420" w:type="dxa"/>
            <w:noWrap/>
          </w:tcPr>
          <w:p w:rsidR="007B33C1" w:rsidRDefault="007B33C1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59" w:type="dxa"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7B33C1" w:rsidRDefault="007B33C1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15.05.2020</w:t>
            </w:r>
          </w:p>
        </w:tc>
        <w:tc>
          <w:tcPr>
            <w:tcW w:w="2880" w:type="dxa"/>
          </w:tcPr>
          <w:p w:rsidR="007B33C1" w:rsidRPr="006E241B" w:rsidRDefault="007B33C1" w:rsidP="002F0B1A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6E241B">
              <w:rPr>
                <w:rFonts w:ascii="Arial" w:hAnsi="Arial"/>
                <w:sz w:val="20"/>
                <w:szCs w:val="20"/>
              </w:rPr>
              <w:t xml:space="preserve">Р. Брэдбери «Улыбка». Тема. Идея. Художественное своеобразие. Цивилизация в рассказе писателя. Образ главного героя рассказа. </w:t>
            </w:r>
          </w:p>
          <w:p w:rsidR="007B33C1" w:rsidRPr="00DF5240" w:rsidRDefault="007B33C1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241B">
              <w:rPr>
                <w:rFonts w:ascii="Arial" w:hAnsi="Arial"/>
                <w:sz w:val="20"/>
                <w:szCs w:val="20"/>
              </w:rPr>
              <w:t>История на страницах поэзии XX века. Интерес к темам прошлого в лирике</w:t>
            </w:r>
          </w:p>
        </w:tc>
        <w:tc>
          <w:tcPr>
            <w:tcW w:w="3087" w:type="dxa"/>
          </w:tcPr>
          <w:p w:rsidR="007B33C1" w:rsidRDefault="007B33C1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тестовых заданий, развернутые ответы на вопросы</w:t>
            </w:r>
          </w:p>
        </w:tc>
        <w:tc>
          <w:tcPr>
            <w:tcW w:w="3119" w:type="dxa"/>
            <w:noWrap/>
          </w:tcPr>
          <w:p w:rsidR="007B33C1" w:rsidRPr="006F4F08" w:rsidRDefault="007B33C1" w:rsidP="009059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7B33C1" w:rsidRPr="006F4F08" w:rsidTr="00BD79A6">
        <w:trPr>
          <w:trHeight w:val="660"/>
        </w:trPr>
        <w:tc>
          <w:tcPr>
            <w:tcW w:w="1076" w:type="dxa"/>
            <w:noWrap/>
          </w:tcPr>
          <w:p w:rsidR="007B33C1" w:rsidRDefault="007B33C1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8Б, Г</w:t>
            </w:r>
          </w:p>
        </w:tc>
        <w:tc>
          <w:tcPr>
            <w:tcW w:w="1420" w:type="dxa"/>
            <w:noWrap/>
          </w:tcPr>
          <w:p w:rsidR="007B33C1" w:rsidRDefault="007B33C1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noWrap/>
          </w:tcPr>
          <w:p w:rsidR="007B33C1" w:rsidRDefault="007B33C1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7B33C1" w:rsidRDefault="007B33C1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16.05.2020</w:t>
            </w:r>
          </w:p>
        </w:tc>
        <w:tc>
          <w:tcPr>
            <w:tcW w:w="2880" w:type="dxa"/>
          </w:tcPr>
          <w:p w:rsidR="007B33C1" w:rsidRPr="00B17B20" w:rsidRDefault="007B33C1" w:rsidP="002F0B1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17B20">
              <w:rPr>
                <w:rFonts w:ascii="Arial" w:hAnsi="Arial"/>
                <w:bCs/>
                <w:sz w:val="20"/>
                <w:szCs w:val="20"/>
              </w:rPr>
              <w:t>Повторение и систематизация изученного в 8 классе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. </w:t>
            </w:r>
            <w:r w:rsidRPr="00B17B20">
              <w:rPr>
                <w:rFonts w:ascii="Arial" w:hAnsi="Arial"/>
                <w:sz w:val="20"/>
                <w:szCs w:val="20"/>
              </w:rPr>
              <w:t>Синтаксис и морфология.</w:t>
            </w:r>
          </w:p>
        </w:tc>
        <w:tc>
          <w:tcPr>
            <w:tcW w:w="3087" w:type="dxa"/>
          </w:tcPr>
          <w:p w:rsidR="007B33C1" w:rsidRDefault="007B33C1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упражнений</w:t>
            </w:r>
          </w:p>
        </w:tc>
        <w:tc>
          <w:tcPr>
            <w:tcW w:w="3119" w:type="dxa"/>
            <w:noWrap/>
          </w:tcPr>
          <w:p w:rsidR="007B33C1" w:rsidRPr="006F4F08" w:rsidRDefault="007B33C1" w:rsidP="009059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учебник Тростенцова Л.А., §73, упр.433 (устно), 434, 436</w:t>
            </w:r>
          </w:p>
        </w:tc>
      </w:tr>
    </w:tbl>
    <w:p w:rsidR="007B33C1" w:rsidRDefault="007B33C1" w:rsidP="005422D5"/>
    <w:sectPr w:rsidR="007B33C1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E632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4928B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1C3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B1061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F74FA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5A8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EC2EF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222F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2EA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57C4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730"/>
    <w:rsid w:val="000E52AE"/>
    <w:rsid w:val="000F3CD1"/>
    <w:rsid w:val="00115B1B"/>
    <w:rsid w:val="00131E4B"/>
    <w:rsid w:val="00165F33"/>
    <w:rsid w:val="001D4B7E"/>
    <w:rsid w:val="001F785D"/>
    <w:rsid w:val="00223D83"/>
    <w:rsid w:val="00227574"/>
    <w:rsid w:val="002C3ACD"/>
    <w:rsid w:val="002F0B1A"/>
    <w:rsid w:val="00306F8D"/>
    <w:rsid w:val="00355F94"/>
    <w:rsid w:val="003D1775"/>
    <w:rsid w:val="00426093"/>
    <w:rsid w:val="00454C36"/>
    <w:rsid w:val="004578C9"/>
    <w:rsid w:val="005422D5"/>
    <w:rsid w:val="005E3E10"/>
    <w:rsid w:val="006351A6"/>
    <w:rsid w:val="006646D4"/>
    <w:rsid w:val="00671300"/>
    <w:rsid w:val="006732AF"/>
    <w:rsid w:val="006B206E"/>
    <w:rsid w:val="006E241B"/>
    <w:rsid w:val="006F4F08"/>
    <w:rsid w:val="00710454"/>
    <w:rsid w:val="007628A7"/>
    <w:rsid w:val="007B33C1"/>
    <w:rsid w:val="00805039"/>
    <w:rsid w:val="00836487"/>
    <w:rsid w:val="00860977"/>
    <w:rsid w:val="008769F3"/>
    <w:rsid w:val="008C409D"/>
    <w:rsid w:val="0090440F"/>
    <w:rsid w:val="0090596C"/>
    <w:rsid w:val="009333CF"/>
    <w:rsid w:val="009E14FD"/>
    <w:rsid w:val="00A0007B"/>
    <w:rsid w:val="00A2731A"/>
    <w:rsid w:val="00AE3A1B"/>
    <w:rsid w:val="00B00E55"/>
    <w:rsid w:val="00B17B20"/>
    <w:rsid w:val="00B60ED8"/>
    <w:rsid w:val="00B73126"/>
    <w:rsid w:val="00B95128"/>
    <w:rsid w:val="00BA3D32"/>
    <w:rsid w:val="00BA4731"/>
    <w:rsid w:val="00BD79A6"/>
    <w:rsid w:val="00C01480"/>
    <w:rsid w:val="00C10722"/>
    <w:rsid w:val="00C20716"/>
    <w:rsid w:val="00CB4EDD"/>
    <w:rsid w:val="00D424F6"/>
    <w:rsid w:val="00D76BFD"/>
    <w:rsid w:val="00DB5188"/>
    <w:rsid w:val="00DF5240"/>
    <w:rsid w:val="00DF7AAC"/>
    <w:rsid w:val="00E17929"/>
    <w:rsid w:val="00E24711"/>
    <w:rsid w:val="00E255DE"/>
    <w:rsid w:val="00E66FA2"/>
    <w:rsid w:val="00EC2323"/>
    <w:rsid w:val="00EC77BB"/>
    <w:rsid w:val="00F12730"/>
    <w:rsid w:val="00F5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1273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6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</TotalTime>
  <Pages>3</Pages>
  <Words>486</Words>
  <Characters>2772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14</cp:revision>
  <dcterms:created xsi:type="dcterms:W3CDTF">2020-04-06T11:11:00Z</dcterms:created>
  <dcterms:modified xsi:type="dcterms:W3CDTF">2020-05-12T08:02:00Z</dcterms:modified>
</cp:coreProperties>
</file>